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B67EA23-7057-4B58-B167-CCB5B96F2ADE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